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2052" w14:textId="77777777" w:rsidR="00903921" w:rsidRPr="00B64DD5" w:rsidRDefault="00903921" w:rsidP="00BE57EA">
      <w:pPr>
        <w:pStyle w:val="Kop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B5A3DC" w14:textId="64B7CAE2"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</w:t>
      </w:r>
      <w:r w:rsidR="00075D17">
        <w:t>zone</w:t>
      </w:r>
      <w:r w:rsidRPr="002A1799">
        <w:t xml:space="preserve">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14:paraId="085BFFFF" w14:textId="55AFB2C8"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  <w:r w:rsidR="00DC42AA">
        <w:t>.  De toe</w:t>
      </w:r>
      <w:r w:rsidR="00E13762">
        <w:t xml:space="preserve">gepaste TurboFlush spoeltechnologie is hydraulisch geoptimaliseerd </w:t>
      </w:r>
      <w:r w:rsidR="0060316C">
        <w:t>door gebruik van kunststof spoelverdeler</w:t>
      </w:r>
    </w:p>
    <w:p w14:paraId="4C78A1A4" w14:textId="60DCB4FD"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sierplaatje dat toegang</w:t>
      </w:r>
    </w:p>
    <w:p w14:paraId="4ADDFFC5" w14:textId="77777777" w:rsidR="00297424" w:rsidRPr="00B64DD5" w:rsidRDefault="00297424" w:rsidP="00297424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AA17AF" w14:textId="03B6E77F" w:rsidR="00B86FCC" w:rsidRDefault="00B86FCC" w:rsidP="00B86FCC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FCF8D" w14:textId="2539FF57" w:rsidR="000314CF" w:rsidRPr="000314CF" w:rsidRDefault="00FF4491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Glasporselein met een maximaal waterabsorptievermogen van 0.5%</w:t>
      </w:r>
    </w:p>
    <w:p w14:paraId="355B7CBA" w14:textId="6769ADDC" w:rsidR="00F97930" w:rsidRDefault="00F61D5F" w:rsidP="00F97930">
      <w:pPr>
        <w:pStyle w:val="Bulleted1"/>
        <w:rPr>
          <w:rFonts w:ascii="Arial" w:hAnsi="Arial"/>
        </w:rPr>
      </w:pPr>
      <w:r>
        <w:t xml:space="preserve">keramische </w:t>
      </w:r>
      <w:r w:rsidR="008F24FA" w:rsidRPr="002A1799">
        <w:t>diepspoel-wc-pot met vuilafstotend keramisch oppervlak</w:t>
      </w:r>
    </w:p>
    <w:p w14:paraId="11CCB17B" w14:textId="1654B8CD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</w:t>
      </w:r>
      <w:r w:rsidR="00F62DC6">
        <w:rPr>
          <w:rFonts w:ascii="Arial" w:hAnsi="Arial"/>
        </w:rPr>
        <w:t>kunststof</w:t>
      </w:r>
    </w:p>
    <w:p w14:paraId="74C18137" w14:textId="77777777" w:rsidR="00945AE1" w:rsidRPr="00981C24" w:rsidRDefault="00945AE1" w:rsidP="00945AE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E870A66" w14:textId="77777777"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14:paraId="5DA6C8CA" w14:textId="77777777"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14:paraId="6271D023" w14:textId="77777777"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14:paraId="434AB7FD" w14:textId="77777777"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14:paraId="2481469E" w14:textId="52F1E13D"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</w:t>
      </w:r>
      <w:r w:rsidR="00477F53">
        <w:rPr>
          <w:rFonts w:ascii="Arial" w:hAnsi="Arial"/>
        </w:rPr>
        <w:t xml:space="preserve">geïntegreerde </w:t>
      </w:r>
      <w:r w:rsidR="00ED4058">
        <w:rPr>
          <w:rFonts w:ascii="Arial" w:hAnsi="Arial"/>
        </w:rPr>
        <w:t>boiler (activatie na gebruikersdetectie)</w:t>
      </w:r>
    </w:p>
    <w:p w14:paraId="36C40025" w14:textId="5D04FFDB" w:rsidR="006F57F5" w:rsidRPr="00FF4491" w:rsidRDefault="006F57F5" w:rsidP="00FF4491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14:paraId="18465AA5" w14:textId="13460A63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  <w:r w:rsidR="00477F53">
        <w:rPr>
          <w:rFonts w:ascii="Arial" w:hAnsi="Arial"/>
        </w:rPr>
        <w:t xml:space="preserve"> (via Home app)</w:t>
      </w:r>
    </w:p>
    <w:p w14:paraId="5E101F31" w14:textId="683EDB72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  <w:r w:rsidR="002F3B63">
        <w:rPr>
          <w:rFonts w:ascii="Arial" w:hAnsi="Arial"/>
        </w:rPr>
        <w:t xml:space="preserve"> (va afstandsbediening)</w:t>
      </w:r>
    </w:p>
    <w:p w14:paraId="2B897DEF" w14:textId="199D14FB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  <w:r w:rsidR="00FF4491">
        <w:rPr>
          <w:rFonts w:ascii="Arial" w:hAnsi="Arial"/>
        </w:rPr>
        <w:t xml:space="preserve"> (via </w:t>
      </w:r>
      <w:r w:rsidR="002F3B63">
        <w:rPr>
          <w:rFonts w:ascii="Arial" w:hAnsi="Arial"/>
        </w:rPr>
        <w:t>Home app)</w:t>
      </w:r>
    </w:p>
    <w:p w14:paraId="54B0F936" w14:textId="77777777"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14:paraId="24558015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14:paraId="7F1F7BF1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14:paraId="75E2D657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14:paraId="37166716" w14:textId="1C08BA5D" w:rsidR="006F57F5" w:rsidRPr="00AE4DA0" w:rsidRDefault="00C87C4F" w:rsidP="00AE4DA0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14:paraId="77EDF247" w14:textId="624A1551" w:rsidR="006F57F5" w:rsidRPr="00AE4DA0" w:rsidRDefault="006F57F5" w:rsidP="00AE4DA0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14:paraId="7E747D82" w14:textId="77777777"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14:paraId="55FFDDD6" w14:textId="77777777"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14:paraId="53EE2D16" w14:textId="77777777"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14:paraId="734496BB" w14:textId="13D5A5C9" w:rsid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p w14:paraId="0645D542" w14:textId="77777777" w:rsidR="00AE4DA0" w:rsidRPr="006F57F5" w:rsidRDefault="00AE4DA0" w:rsidP="00ED4058">
      <w:pPr>
        <w:pStyle w:val="Bulleted1"/>
        <w:numPr>
          <w:ilvl w:val="0"/>
          <w:numId w:val="0"/>
        </w:numPr>
        <w:ind w:left="397"/>
        <w:rPr>
          <w:rFonts w:ascii="Arial" w:hAnsi="Arial"/>
        </w:rPr>
      </w:pPr>
    </w:p>
    <w:bookmarkEnd w:id="1"/>
    <w:p w14:paraId="295779CC" w14:textId="77777777" w:rsidR="003A5000" w:rsidRPr="00981C24" w:rsidRDefault="00CA2995" w:rsidP="003A500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1065A0A" w14:textId="77777777" w:rsidTr="00A2047D">
        <w:tc>
          <w:tcPr>
            <w:tcW w:w="1163" w:type="dxa"/>
          </w:tcPr>
          <w:p w14:paraId="1BE8565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B43EE50" w14:textId="77777777"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381A5632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65697B8D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1AB5C3B1" w14:textId="77777777" w:rsidR="0020639C" w:rsidRPr="00735DE7" w:rsidRDefault="0020639C" w:rsidP="00157D48"/>
        </w:tc>
        <w:tc>
          <w:tcPr>
            <w:tcW w:w="6713" w:type="dxa"/>
          </w:tcPr>
          <w:p w14:paraId="4A210D4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B8EF7" w14:textId="77777777" w:rsidTr="00A2047D">
        <w:tc>
          <w:tcPr>
            <w:tcW w:w="1163" w:type="dxa"/>
          </w:tcPr>
          <w:p w14:paraId="1BB93343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AF04E1C" w14:textId="77777777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FF1478F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46532C6A" w14:textId="77777777"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14:paraId="7FDBB4D2" w14:textId="77777777" w:rsidR="0020639C" w:rsidRPr="00C26C00" w:rsidRDefault="0020639C" w:rsidP="00157D48"/>
        </w:tc>
        <w:tc>
          <w:tcPr>
            <w:tcW w:w="6713" w:type="dxa"/>
          </w:tcPr>
          <w:p w14:paraId="2AB4E615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7FD883AD" w14:textId="77777777" w:rsidR="00283DAD" w:rsidRPr="00981C24" w:rsidRDefault="00283DAD" w:rsidP="00283DA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7BE5187" w14:textId="77777777" w:rsidTr="005F38EA">
        <w:trPr>
          <w:trHeight w:val="80"/>
        </w:trPr>
        <w:tc>
          <w:tcPr>
            <w:tcW w:w="3685" w:type="dxa"/>
          </w:tcPr>
          <w:p w14:paraId="30407E0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530C2D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AAE9C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59A9BBC7" w14:textId="77777777" w:rsidTr="005F38EA">
        <w:tc>
          <w:tcPr>
            <w:tcW w:w="3685" w:type="dxa"/>
          </w:tcPr>
          <w:p w14:paraId="2B4A5AF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E91AFE4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1615B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5B59FFDA" w14:textId="77777777" w:rsidTr="005F38EA">
        <w:tc>
          <w:tcPr>
            <w:tcW w:w="3685" w:type="dxa"/>
          </w:tcPr>
          <w:p w14:paraId="5F95A5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B0286CB" w14:textId="77777777" w:rsidR="005F38EA" w:rsidRPr="002A1799" w:rsidRDefault="005F38EA" w:rsidP="005F38EA"/>
        </w:tc>
        <w:tc>
          <w:tcPr>
            <w:tcW w:w="4961" w:type="dxa"/>
          </w:tcPr>
          <w:p w14:paraId="7AF9C726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3A03F38E" w14:textId="77777777" w:rsidTr="005F38EA">
        <w:tc>
          <w:tcPr>
            <w:tcW w:w="3685" w:type="dxa"/>
          </w:tcPr>
          <w:p w14:paraId="26B9429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C3B452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8D90E3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7240FC53" w14:textId="77777777" w:rsidTr="005F38EA">
        <w:tc>
          <w:tcPr>
            <w:tcW w:w="3685" w:type="dxa"/>
          </w:tcPr>
          <w:p w14:paraId="44A36DD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CB8E5F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6C5ACB9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14:paraId="1EC06DDB" w14:textId="77777777" w:rsidTr="005F38EA">
        <w:tc>
          <w:tcPr>
            <w:tcW w:w="3685" w:type="dxa"/>
          </w:tcPr>
          <w:p w14:paraId="421CFD4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D2C7F40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1AB5E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05C37FD8" w14:textId="77777777" w:rsidTr="005F38EA">
        <w:tc>
          <w:tcPr>
            <w:tcW w:w="3685" w:type="dxa"/>
          </w:tcPr>
          <w:p w14:paraId="57431A5D" w14:textId="021EA29D" w:rsidR="005F38EA" w:rsidRPr="005F38EA" w:rsidRDefault="00B74360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Stromingsdruk</w:t>
            </w:r>
            <w:r w:rsidR="00DD3DBF">
              <w:rPr>
                <w:rFonts w:ascii="Arial" w:hAnsi="Arial"/>
              </w:rPr>
              <w:t xml:space="preserve"> min</w:t>
            </w:r>
          </w:p>
        </w:tc>
        <w:tc>
          <w:tcPr>
            <w:tcW w:w="284" w:type="dxa"/>
          </w:tcPr>
          <w:p w14:paraId="44573747" w14:textId="1C3B40EC" w:rsidR="005F38EA" w:rsidRPr="002A1799" w:rsidRDefault="00B74360" w:rsidP="005F38EA">
            <w:r>
              <w:t>:</w:t>
            </w:r>
          </w:p>
        </w:tc>
        <w:tc>
          <w:tcPr>
            <w:tcW w:w="4961" w:type="dxa"/>
          </w:tcPr>
          <w:p w14:paraId="60F0824C" w14:textId="0F9DFD44" w:rsidR="005F38EA" w:rsidRPr="005F38EA" w:rsidRDefault="00DD3DBF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50-10000 kpa</w:t>
            </w:r>
          </w:p>
        </w:tc>
      </w:tr>
      <w:tr w:rsidR="005F38EA" w:rsidRPr="002A1799" w14:paraId="503651E9" w14:textId="77777777" w:rsidTr="005F38EA">
        <w:tc>
          <w:tcPr>
            <w:tcW w:w="3685" w:type="dxa"/>
          </w:tcPr>
          <w:p w14:paraId="380C39F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481890E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717C7F8E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1AADC550" w14:textId="77777777" w:rsidTr="005F38EA">
        <w:tc>
          <w:tcPr>
            <w:tcW w:w="3685" w:type="dxa"/>
          </w:tcPr>
          <w:p w14:paraId="4EF14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18CD13A6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E77881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132E0583" w14:textId="77777777" w:rsidTr="005F38EA">
        <w:tc>
          <w:tcPr>
            <w:tcW w:w="3685" w:type="dxa"/>
          </w:tcPr>
          <w:p w14:paraId="17773C7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5456A599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B1BC3AA" w14:textId="540ECFBC" w:rsidR="005F38EA" w:rsidRPr="005F38EA" w:rsidRDefault="006B6AB8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5F38EA" w:rsidRPr="005F38EA">
              <w:rPr>
                <w:rFonts w:ascii="Arial" w:hAnsi="Arial"/>
              </w:rPr>
              <w:t xml:space="preserve"> s</w:t>
            </w:r>
          </w:p>
        </w:tc>
      </w:tr>
      <w:tr w:rsidR="005F38EA" w:rsidRPr="002A1799" w14:paraId="02C834F6" w14:textId="77777777" w:rsidTr="005F38EA">
        <w:tc>
          <w:tcPr>
            <w:tcW w:w="3685" w:type="dxa"/>
          </w:tcPr>
          <w:p w14:paraId="6796214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05873421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2EE7843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55A461F6" w14:textId="77777777" w:rsidR="008D0552" w:rsidRPr="00B64DD5" w:rsidRDefault="00016FF3" w:rsidP="008D055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E4EF4BC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60F9D06" w14:textId="784B9479" w:rsidR="000C0EB2" w:rsidRDefault="000C0EB2" w:rsidP="000C0EB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</w:p>
    <w:p w14:paraId="068BD681" w14:textId="1C3A2BBA" w:rsidR="00E80A08" w:rsidRPr="00E80A08" w:rsidRDefault="00E80A08" w:rsidP="00E80A08">
      <w:r>
        <w:rPr>
          <w:noProof/>
        </w:rPr>
        <w:drawing>
          <wp:inline distT="0" distB="0" distL="0" distR="0" wp14:anchorId="7EAC4FB7" wp14:editId="73E7F421">
            <wp:extent cx="2914650" cy="247756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9262" cy="248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467F10B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007C905" w14:textId="686EA86B" w:rsidR="00FB49FD" w:rsidRDefault="00FB49FD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</w:p>
        </w:tc>
        <w:tc>
          <w:tcPr>
            <w:tcW w:w="3342" w:type="dxa"/>
            <w:vAlign w:val="bottom"/>
          </w:tcPr>
          <w:p w14:paraId="35B7967D" w14:textId="48E449C3" w:rsidR="00FB49FD" w:rsidRDefault="00FB49FD" w:rsidP="007A2316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42" w:type="dxa"/>
            <w:vAlign w:val="bottom"/>
          </w:tcPr>
          <w:p w14:paraId="5F1512CC" w14:textId="1B3B3170" w:rsidR="00FB49FD" w:rsidRDefault="00FB49FD" w:rsidP="007A2316">
            <w:pPr>
              <w:jc w:val="center"/>
              <w:rPr>
                <w:noProof/>
              </w:rPr>
            </w:pPr>
          </w:p>
        </w:tc>
      </w:tr>
      <w:bookmarkEnd w:id="3"/>
    </w:tbl>
    <w:p w14:paraId="13B06EC8" w14:textId="77777777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296BAA1" w14:textId="26BAA6EA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1C35E5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D5BF" w14:textId="77777777" w:rsidR="001F5446" w:rsidRDefault="001F5446">
      <w:r>
        <w:separator/>
      </w:r>
    </w:p>
  </w:endnote>
  <w:endnote w:type="continuationSeparator" w:id="0">
    <w:p w14:paraId="74E92BE3" w14:textId="77777777" w:rsidR="001F5446" w:rsidRDefault="001F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5D2885" w14:textId="77777777">
      <w:tc>
        <w:tcPr>
          <w:tcW w:w="3392" w:type="dxa"/>
        </w:tcPr>
        <w:p w14:paraId="2DECB6F5" w14:textId="77777777" w:rsidR="00E43D97" w:rsidRDefault="00E43D97" w:rsidP="00EC05E6">
          <w:pPr>
            <w:pStyle w:val="Voettekst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D339FC8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085A022" w14:textId="77777777" w:rsidR="00E43D97" w:rsidRPr="00292A26" w:rsidRDefault="00E43D97" w:rsidP="00272819">
          <w:pPr>
            <w:pStyle w:val="Voettekst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DE84D01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AF40" w14:textId="77777777" w:rsidR="001F5446" w:rsidRDefault="001F5446">
      <w:r>
        <w:separator/>
      </w:r>
    </w:p>
  </w:footnote>
  <w:footnote w:type="continuationSeparator" w:id="0">
    <w:p w14:paraId="07A3C252" w14:textId="77777777" w:rsidR="001F5446" w:rsidRDefault="001F5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0397" w14:textId="0D957395" w:rsidR="00E43D97" w:rsidRPr="004A2DD5" w:rsidRDefault="00E43D97" w:rsidP="00080B0F">
    <w:pPr>
      <w:pStyle w:val="Koptekst"/>
      <w:rPr>
        <w:rFonts w:ascii="Arial" w:hAnsi="Arial"/>
        <w:b/>
        <w:szCs w:val="24"/>
        <w:lang w:val="en-US"/>
      </w:rPr>
    </w:pPr>
    <w:r w:rsidRPr="004A2DD5">
      <w:rPr>
        <w:rFonts w:ascii="Arial" w:hAnsi="Arial"/>
        <w:b/>
        <w:lang w:val="en-US"/>
      </w:rPr>
      <w:t xml:space="preserve">Geberit </w:t>
    </w:r>
    <w:r w:rsidR="00BE57EA" w:rsidRPr="004A2DD5">
      <w:rPr>
        <w:rFonts w:ascii="Arial" w:hAnsi="Arial"/>
        <w:b/>
        <w:lang w:val="en-US"/>
      </w:rPr>
      <w:t xml:space="preserve">AquaClean </w:t>
    </w:r>
    <w:r w:rsidR="00CD4654" w:rsidRPr="004A2DD5">
      <w:rPr>
        <w:rFonts w:ascii="Arial" w:hAnsi="Arial"/>
        <w:b/>
        <w:lang w:val="en-US"/>
      </w:rPr>
      <w:t>Alba</w:t>
    </w:r>
    <w:r w:rsidR="004A2DD5" w:rsidRPr="004A2DD5">
      <w:rPr>
        <w:rFonts w:ascii="Arial" w:hAnsi="Arial"/>
        <w:b/>
        <w:lang w:val="en-US"/>
      </w:rPr>
      <w:t xml:space="preserve"> </w:t>
    </w:r>
    <w:r w:rsidR="00BE57EA" w:rsidRPr="004A2DD5">
      <w:rPr>
        <w:rFonts w:ascii="Arial" w:hAnsi="Arial"/>
        <w:b/>
        <w:lang w:val="en-US"/>
      </w:rPr>
      <w:t>complete</w:t>
    </w:r>
    <w:r w:rsidRPr="004A2DD5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39E799A" wp14:editId="61ABCD5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F89B37" w14:textId="77777777" w:rsidR="00E43D97" w:rsidRPr="004A2DD5" w:rsidRDefault="00BE57EA" w:rsidP="00080B0F">
    <w:pPr>
      <w:pStyle w:val="Koptekst"/>
      <w:rPr>
        <w:rFonts w:ascii="Arial" w:hAnsi="Arial"/>
        <w:b/>
        <w:lang w:val="en-US"/>
      </w:rPr>
    </w:pPr>
    <w:r w:rsidRPr="004A2DD5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3747818">
    <w:abstractNumId w:val="16"/>
  </w:num>
  <w:num w:numId="2" w16cid:durableId="1985742066">
    <w:abstractNumId w:val="22"/>
  </w:num>
  <w:num w:numId="3" w16cid:durableId="1599022727">
    <w:abstractNumId w:val="4"/>
  </w:num>
  <w:num w:numId="4" w16cid:durableId="2126607842">
    <w:abstractNumId w:val="3"/>
  </w:num>
  <w:num w:numId="5" w16cid:durableId="1639652050">
    <w:abstractNumId w:val="13"/>
  </w:num>
  <w:num w:numId="6" w16cid:durableId="557665321">
    <w:abstractNumId w:val="15"/>
  </w:num>
  <w:num w:numId="7" w16cid:durableId="785276364">
    <w:abstractNumId w:val="6"/>
  </w:num>
  <w:num w:numId="8" w16cid:durableId="1087265393">
    <w:abstractNumId w:val="19"/>
  </w:num>
  <w:num w:numId="9" w16cid:durableId="2098751342">
    <w:abstractNumId w:val="25"/>
  </w:num>
  <w:num w:numId="10" w16cid:durableId="122581337">
    <w:abstractNumId w:val="2"/>
  </w:num>
  <w:num w:numId="11" w16cid:durableId="419525158">
    <w:abstractNumId w:val="12"/>
  </w:num>
  <w:num w:numId="12" w16cid:durableId="1238055300">
    <w:abstractNumId w:val="11"/>
  </w:num>
  <w:num w:numId="13" w16cid:durableId="887374697">
    <w:abstractNumId w:val="24"/>
  </w:num>
  <w:num w:numId="14" w16cid:durableId="1223523286">
    <w:abstractNumId w:val="7"/>
  </w:num>
  <w:num w:numId="15" w16cid:durableId="654065359">
    <w:abstractNumId w:val="0"/>
  </w:num>
  <w:num w:numId="16" w16cid:durableId="625821504">
    <w:abstractNumId w:val="10"/>
  </w:num>
  <w:num w:numId="17" w16cid:durableId="1186091454">
    <w:abstractNumId w:val="5"/>
  </w:num>
  <w:num w:numId="18" w16cid:durableId="2082556727">
    <w:abstractNumId w:val="20"/>
  </w:num>
  <w:num w:numId="19" w16cid:durableId="680815182">
    <w:abstractNumId w:val="21"/>
  </w:num>
  <w:num w:numId="20" w16cid:durableId="1937863249">
    <w:abstractNumId w:val="18"/>
  </w:num>
  <w:num w:numId="21" w16cid:durableId="476265427">
    <w:abstractNumId w:val="17"/>
  </w:num>
  <w:num w:numId="22" w16cid:durableId="676737743">
    <w:abstractNumId w:val="14"/>
  </w:num>
  <w:num w:numId="23" w16cid:durableId="1697383948">
    <w:abstractNumId w:val="23"/>
  </w:num>
  <w:num w:numId="24" w16cid:durableId="1062603211">
    <w:abstractNumId w:val="8"/>
  </w:num>
  <w:num w:numId="25" w16cid:durableId="752237582">
    <w:abstractNumId w:val="9"/>
  </w:num>
  <w:num w:numId="26" w16cid:durableId="1140271155">
    <w:abstractNumId w:val="1"/>
  </w:num>
  <w:num w:numId="27" w16cid:durableId="105823976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14CF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5D17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36F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446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B63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77F53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DD5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316C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B6AB8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507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2D3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DA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4360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4654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2AA"/>
    <w:rsid w:val="00DC4317"/>
    <w:rsid w:val="00DC5EDD"/>
    <w:rsid w:val="00DD03C4"/>
    <w:rsid w:val="00DD3DBF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762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08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058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2DC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449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elraster">
    <w:name w:val="Table Grid"/>
    <w:basedOn w:val="Standaardtabe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CEAC7F-7BF1-443B-B4FE-6B0C37E5F24B}"/>
</file>

<file path=customXml/itemProps2.xml><?xml version="1.0" encoding="utf-8"?>
<ds:datastoreItem xmlns:ds="http://schemas.openxmlformats.org/officeDocument/2006/customXml" ds:itemID="{AE48F13F-7F4A-429C-8A84-90AA5B229E5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B70FD37F-BD9C-4FD5-B75A-B2B71EC2C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114</TotalTime>
  <Pages>3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40</cp:revision>
  <cp:lastPrinted>2011-12-15T11:32:00Z</cp:lastPrinted>
  <dcterms:created xsi:type="dcterms:W3CDTF">2020-04-29T08:11:00Z</dcterms:created>
  <dcterms:modified xsi:type="dcterms:W3CDTF">2023-12-20T13:07:00Z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